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379A6" w14:textId="77777777" w:rsidR="001C1574" w:rsidRPr="00DA3F44" w:rsidRDefault="001C1574" w:rsidP="001C1574">
      <w:pPr>
        <w:pStyle w:val="Zwykytekst"/>
        <w:jc w:val="center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DA3F44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DOKUMENT SKŁADANY WRAZ Z 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>WNIOSKIEM</w:t>
      </w:r>
    </w:p>
    <w:p w14:paraId="7EAEA16B" w14:textId="77777777" w:rsidR="001C1574" w:rsidRDefault="001C1574" w:rsidP="0007253B">
      <w:pPr>
        <w:autoSpaceDE w:val="0"/>
        <w:jc w:val="center"/>
        <w:rPr>
          <w:rFonts w:ascii="Arial" w:hAnsi="Arial" w:cs="Arial"/>
          <w:bCs/>
          <w:i/>
          <w:color w:val="FF0000"/>
          <w:sz w:val="18"/>
          <w:u w:val="single"/>
        </w:rPr>
      </w:pPr>
    </w:p>
    <w:p w14:paraId="39ECAF88" w14:textId="0A2D15EB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672DB680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B81957">
        <w:rPr>
          <w:rFonts w:ascii="Arial" w:hAnsi="Arial" w:cs="Arial"/>
          <w:b/>
          <w:i/>
          <w:color w:val="000000"/>
        </w:rPr>
        <w:t>1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 w:rsidR="00B81957">
        <w:rPr>
          <w:rFonts w:ascii="Arial" w:hAnsi="Arial" w:cs="Arial"/>
          <w:b/>
          <w:i/>
          <w:color w:val="000000"/>
        </w:rPr>
        <w:t>Opisu składania Wniosku</w:t>
      </w:r>
    </w:p>
    <w:p w14:paraId="39E34934" w14:textId="5E8531F8" w:rsidR="0007253B" w:rsidRPr="00102E9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nr sprawy </w:t>
      </w:r>
      <w:r w:rsidR="00102E9C" w:rsidRPr="00102E9C">
        <w:rPr>
          <w:rFonts w:ascii="Arial" w:hAnsi="Arial" w:cs="Arial"/>
          <w:b/>
          <w:i/>
        </w:rPr>
        <w:t>1</w:t>
      </w:r>
      <w:r w:rsidR="00FB3F8C" w:rsidRPr="00102E9C">
        <w:rPr>
          <w:rFonts w:ascii="Arial" w:hAnsi="Arial" w:cs="Arial"/>
          <w:b/>
          <w:i/>
        </w:rPr>
        <w:t>/</w:t>
      </w:r>
      <w:r w:rsidRPr="00102E9C">
        <w:rPr>
          <w:rFonts w:ascii="Arial" w:hAnsi="Arial" w:cs="Arial"/>
          <w:b/>
          <w:i/>
        </w:rPr>
        <w:t>ZP/</w:t>
      </w:r>
      <w:r w:rsidR="006255CD" w:rsidRPr="00102E9C">
        <w:rPr>
          <w:rFonts w:ascii="Arial" w:hAnsi="Arial" w:cs="Arial"/>
          <w:b/>
          <w:i/>
        </w:rPr>
        <w:t>2</w:t>
      </w:r>
      <w:r w:rsidR="00102E9C" w:rsidRPr="00102E9C">
        <w:rPr>
          <w:rFonts w:ascii="Arial" w:hAnsi="Arial" w:cs="Arial"/>
          <w:b/>
          <w:i/>
        </w:rPr>
        <w:t>6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441FF994" w:rsidR="0007253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19B66DFF" w14:textId="06A69134" w:rsidR="00102E9C" w:rsidRDefault="00102E9C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3F1D28E5" w14:textId="77777777" w:rsidR="00102E9C" w:rsidRPr="0072089B" w:rsidRDefault="00102E9C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638538E2" w:rsidR="000C6298" w:rsidRPr="000C2B09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lang w:val="x-none"/>
        </w:rPr>
      </w:pPr>
      <w:r w:rsidRPr="00810E0A">
        <w:rPr>
          <w:rFonts w:ascii="Arial" w:hAnsi="Arial" w:cs="Arial"/>
          <w:b/>
          <w:color w:val="000000"/>
          <w:lang w:val="x-none"/>
        </w:rPr>
        <w:t>O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Ś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W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A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D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C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Z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E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N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 xml:space="preserve">E </w:t>
      </w:r>
      <w:r w:rsidRPr="00810E0A">
        <w:rPr>
          <w:rFonts w:ascii="Arial" w:hAnsi="Arial" w:cs="Arial"/>
          <w:b/>
          <w:color w:val="000000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25A8FD2D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>postępowania prowadzonego w</w:t>
      </w:r>
      <w:r w:rsidR="00B81957" w:rsidRPr="00F40BBF">
        <w:rPr>
          <w:rFonts w:ascii="Arial" w:hAnsi="Arial" w:cs="Arial"/>
          <w:bCs/>
          <w:sz w:val="22"/>
          <w:szCs w:val="22"/>
        </w:rPr>
        <w:t xml:space="preserve"> trybie przetargu ograniczonego w dziedzinach obronności i bezpieczeństwa</w:t>
      </w:r>
      <w:r w:rsidR="00B81957" w:rsidRPr="00795C45">
        <w:rPr>
          <w:rFonts w:ascii="Arial" w:hAnsi="Arial" w:cs="Arial"/>
          <w:i/>
          <w:sz w:val="22"/>
          <w:szCs w:val="22"/>
        </w:rPr>
        <w:t xml:space="preserve"> </w:t>
      </w:r>
      <w:r w:rsidRPr="00795C45">
        <w:rPr>
          <w:rFonts w:ascii="Arial" w:hAnsi="Arial" w:cs="Arial"/>
          <w:i/>
          <w:sz w:val="22"/>
          <w:szCs w:val="22"/>
        </w:rPr>
        <w:t xml:space="preserve">pn. </w:t>
      </w:r>
    </w:p>
    <w:p w14:paraId="7DCE3468" w14:textId="77777777" w:rsidR="00194025" w:rsidRPr="00795C45" w:rsidRDefault="00194025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</w:p>
    <w:p w14:paraId="753CD7BB" w14:textId="77777777" w:rsidR="00102E9C" w:rsidRPr="00102E9C" w:rsidRDefault="00102E9C" w:rsidP="00102E9C">
      <w:pPr>
        <w:suppressAutoHyphens/>
        <w:jc w:val="center"/>
        <w:rPr>
          <w:rFonts w:ascii="Arial" w:hAnsi="Arial" w:cs="Arial"/>
          <w:b/>
          <w:bCs/>
          <w:i/>
          <w:color w:val="0070C0"/>
          <w:kern w:val="1"/>
          <w:sz w:val="22"/>
          <w:szCs w:val="22"/>
        </w:rPr>
      </w:pPr>
      <w:r w:rsidRPr="00102E9C">
        <w:rPr>
          <w:rFonts w:ascii="Arial" w:hAnsi="Arial" w:cs="Arial"/>
          <w:b/>
          <w:color w:val="C00000"/>
          <w:kern w:val="1"/>
          <w:sz w:val="22"/>
          <w:szCs w:val="22"/>
        </w:rPr>
        <w:t>STAŁA BEZPOŚREDNIA OCHRONA FIZYCZNA KOMPLEKSÓW 31 WOG ORAZ JEDNOSTEK BĘDĄCYCH NA ZAOPATRZENIU GOSPODARCZYM 31 WOG</w:t>
      </w:r>
    </w:p>
    <w:p w14:paraId="7910DD78" w14:textId="2DB99899" w:rsidR="002E31E8" w:rsidRPr="002E31E8" w:rsidRDefault="002E31E8" w:rsidP="002E31E8">
      <w:pPr>
        <w:suppressAutoHyphens/>
        <w:jc w:val="center"/>
        <w:rPr>
          <w:rFonts w:ascii="Arial" w:hAnsi="Arial" w:cs="Arial"/>
          <w:b/>
          <w:color w:val="C00000"/>
          <w:kern w:val="1"/>
          <w:sz w:val="22"/>
          <w:szCs w:val="22"/>
        </w:rPr>
      </w:pPr>
      <w:r w:rsidRPr="002E31E8">
        <w:rPr>
          <w:rFonts w:ascii="Arial" w:hAnsi="Arial" w:cs="Arial"/>
          <w:b/>
          <w:color w:val="C00000"/>
          <w:kern w:val="1"/>
          <w:sz w:val="22"/>
          <w:szCs w:val="22"/>
        </w:rPr>
        <w:t xml:space="preserve">– nr sprawy </w:t>
      </w:r>
      <w:r w:rsidR="00102E9C">
        <w:rPr>
          <w:rFonts w:ascii="Arial" w:hAnsi="Arial" w:cs="Arial"/>
          <w:b/>
          <w:color w:val="C00000"/>
          <w:kern w:val="1"/>
          <w:sz w:val="22"/>
          <w:szCs w:val="22"/>
        </w:rPr>
        <w:t>1</w:t>
      </w:r>
      <w:r w:rsidRPr="002E31E8">
        <w:rPr>
          <w:rFonts w:ascii="Arial" w:hAnsi="Arial" w:cs="Arial"/>
          <w:b/>
          <w:color w:val="C00000"/>
          <w:kern w:val="1"/>
          <w:sz w:val="22"/>
          <w:szCs w:val="22"/>
        </w:rPr>
        <w:t>/ZP/2</w:t>
      </w:r>
      <w:r w:rsidR="00102E9C">
        <w:rPr>
          <w:rFonts w:ascii="Arial" w:hAnsi="Arial" w:cs="Arial"/>
          <w:b/>
          <w:color w:val="C00000"/>
          <w:kern w:val="1"/>
          <w:sz w:val="22"/>
          <w:szCs w:val="22"/>
        </w:rPr>
        <w:t>6</w:t>
      </w:r>
    </w:p>
    <w:p w14:paraId="0E553CD5" w14:textId="2A67E35E" w:rsidR="00137C28" w:rsidRPr="00E62C2B" w:rsidRDefault="00781001" w:rsidP="00E62C2B">
      <w:pPr>
        <w:pStyle w:val="Bezodstpw"/>
        <w:jc w:val="center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eastAsia="Times New Roman"/>
          <w:b/>
          <w:bCs/>
          <w:color w:val="C00000"/>
          <w:lang w:eastAsia="pl-PL"/>
        </w:rPr>
        <w:br/>
      </w: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77777777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1B3AC" w14:textId="77777777" w:rsidR="006B39E8" w:rsidRDefault="006B39E8">
      <w:r>
        <w:separator/>
      </w:r>
    </w:p>
  </w:endnote>
  <w:endnote w:type="continuationSeparator" w:id="0">
    <w:p w14:paraId="49E55177" w14:textId="77777777" w:rsidR="006B39E8" w:rsidRDefault="006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448C8" w14:textId="77777777" w:rsidR="006B39E8" w:rsidRDefault="006B39E8">
      <w:r>
        <w:separator/>
      </w:r>
    </w:p>
  </w:footnote>
  <w:footnote w:type="continuationSeparator" w:id="0">
    <w:p w14:paraId="75F8B000" w14:textId="77777777" w:rsidR="006B39E8" w:rsidRDefault="006B3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C2B09"/>
    <w:rsid w:val="000C6298"/>
    <w:rsid w:val="000E0467"/>
    <w:rsid w:val="00102E9C"/>
    <w:rsid w:val="00106AC7"/>
    <w:rsid w:val="00111985"/>
    <w:rsid w:val="00137C28"/>
    <w:rsid w:val="00147532"/>
    <w:rsid w:val="001614BA"/>
    <w:rsid w:val="001810D9"/>
    <w:rsid w:val="00194025"/>
    <w:rsid w:val="001C1574"/>
    <w:rsid w:val="001F2358"/>
    <w:rsid w:val="00204613"/>
    <w:rsid w:val="00216A9F"/>
    <w:rsid w:val="002B1E07"/>
    <w:rsid w:val="002C2DE7"/>
    <w:rsid w:val="002D160C"/>
    <w:rsid w:val="002D1AE8"/>
    <w:rsid w:val="002D3BDF"/>
    <w:rsid w:val="002E31E8"/>
    <w:rsid w:val="0030115B"/>
    <w:rsid w:val="003024A8"/>
    <w:rsid w:val="00307E5F"/>
    <w:rsid w:val="00312A4F"/>
    <w:rsid w:val="00317751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55DE"/>
    <w:rsid w:val="004D5C77"/>
    <w:rsid w:val="004E3A49"/>
    <w:rsid w:val="004E4697"/>
    <w:rsid w:val="004F21DB"/>
    <w:rsid w:val="00533E9F"/>
    <w:rsid w:val="005427B2"/>
    <w:rsid w:val="0056132E"/>
    <w:rsid w:val="00583ED5"/>
    <w:rsid w:val="005A5013"/>
    <w:rsid w:val="005C0282"/>
    <w:rsid w:val="005C33AF"/>
    <w:rsid w:val="005C3627"/>
    <w:rsid w:val="005E622E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39E8"/>
    <w:rsid w:val="006B51E7"/>
    <w:rsid w:val="006C3403"/>
    <w:rsid w:val="006D68D8"/>
    <w:rsid w:val="006D6ACA"/>
    <w:rsid w:val="006E0FAA"/>
    <w:rsid w:val="006F295D"/>
    <w:rsid w:val="0070113A"/>
    <w:rsid w:val="007103C4"/>
    <w:rsid w:val="00724C50"/>
    <w:rsid w:val="00736B31"/>
    <w:rsid w:val="00747C6F"/>
    <w:rsid w:val="00753DC1"/>
    <w:rsid w:val="00775E2B"/>
    <w:rsid w:val="00781001"/>
    <w:rsid w:val="007823E9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33C85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75643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357E5"/>
    <w:rsid w:val="00A46EFE"/>
    <w:rsid w:val="00A807A7"/>
    <w:rsid w:val="00AB6C06"/>
    <w:rsid w:val="00AB7377"/>
    <w:rsid w:val="00AC5F66"/>
    <w:rsid w:val="00AD329C"/>
    <w:rsid w:val="00AD6149"/>
    <w:rsid w:val="00AE0065"/>
    <w:rsid w:val="00AF3061"/>
    <w:rsid w:val="00B02EBD"/>
    <w:rsid w:val="00B04D14"/>
    <w:rsid w:val="00B12606"/>
    <w:rsid w:val="00B26102"/>
    <w:rsid w:val="00B45ED4"/>
    <w:rsid w:val="00B4607E"/>
    <w:rsid w:val="00B54FB4"/>
    <w:rsid w:val="00B81957"/>
    <w:rsid w:val="00BA5842"/>
    <w:rsid w:val="00BE6092"/>
    <w:rsid w:val="00BF49C4"/>
    <w:rsid w:val="00BF64F5"/>
    <w:rsid w:val="00C02A7D"/>
    <w:rsid w:val="00C33407"/>
    <w:rsid w:val="00C37CD2"/>
    <w:rsid w:val="00C527C7"/>
    <w:rsid w:val="00C56A35"/>
    <w:rsid w:val="00C606B9"/>
    <w:rsid w:val="00C66149"/>
    <w:rsid w:val="00C703DD"/>
    <w:rsid w:val="00C70A88"/>
    <w:rsid w:val="00C74333"/>
    <w:rsid w:val="00CB6204"/>
    <w:rsid w:val="00CC527A"/>
    <w:rsid w:val="00D31060"/>
    <w:rsid w:val="00D337CE"/>
    <w:rsid w:val="00D610A6"/>
    <w:rsid w:val="00D71250"/>
    <w:rsid w:val="00D74F94"/>
    <w:rsid w:val="00D96232"/>
    <w:rsid w:val="00D968B8"/>
    <w:rsid w:val="00DD482A"/>
    <w:rsid w:val="00DE0396"/>
    <w:rsid w:val="00DE0405"/>
    <w:rsid w:val="00DE252B"/>
    <w:rsid w:val="00E16777"/>
    <w:rsid w:val="00E35AE1"/>
    <w:rsid w:val="00E37A20"/>
    <w:rsid w:val="00E62C2B"/>
    <w:rsid w:val="00E66F7E"/>
    <w:rsid w:val="00E77E73"/>
    <w:rsid w:val="00EA2251"/>
    <w:rsid w:val="00EA3FC5"/>
    <w:rsid w:val="00EB5766"/>
    <w:rsid w:val="00EC667E"/>
    <w:rsid w:val="00EC7043"/>
    <w:rsid w:val="00EE2827"/>
    <w:rsid w:val="00F03C0A"/>
    <w:rsid w:val="00F0428F"/>
    <w:rsid w:val="00F1594C"/>
    <w:rsid w:val="00F428AB"/>
    <w:rsid w:val="00F46593"/>
    <w:rsid w:val="00F568D6"/>
    <w:rsid w:val="00F70072"/>
    <w:rsid w:val="00F72133"/>
    <w:rsid w:val="00FB3F8C"/>
    <w:rsid w:val="00FD4C1A"/>
    <w:rsid w:val="00FD6F3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rsid w:val="001C1574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1C157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0345C-97C2-4CE5-BF07-D43DB52900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9BC42D-81BB-4EBF-981D-32728EB83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147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Majewska Agnieszka</cp:lastModifiedBy>
  <cp:revision>70</cp:revision>
  <cp:lastPrinted>2023-10-09T10:22:00Z</cp:lastPrinted>
  <dcterms:created xsi:type="dcterms:W3CDTF">2021-03-01T11:44:00Z</dcterms:created>
  <dcterms:modified xsi:type="dcterms:W3CDTF">2025-08-07T11:50:00Z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